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77" w:rsidRPr="00236D77" w:rsidRDefault="00846F80" w:rsidP="00236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99444" cy="1133475"/>
            <wp:effectExtent l="0" t="0" r="1270" b="0"/>
            <wp:docPr id="2" name="Picture 2" descr="http://www.littleviews.com/LV_art2/MoCC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ttleviews.com/LV_art2/MoCC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444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19150" cy="1265959"/>
            <wp:effectExtent l="0" t="0" r="0" b="0"/>
            <wp:docPr id="3" name="Picture 3" descr="http://www.teenink.com/plus/uploads/pictures/Jan12/regular/f167147_1326480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enink.com/plus/uploads/pictures/Jan12/regular/f167147_13264805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6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23950" cy="1123950"/>
            <wp:effectExtent l="0" t="0" r="0" b="0"/>
            <wp:docPr id="4" name="Picture 4" descr="http://a1.s6img.com/cdn/box_001/post_11/246605_16589882-prn01_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1.s6img.com/cdn/box_001/post_11/246605_16589882-prn01_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19250" cy="1151302"/>
            <wp:effectExtent l="0" t="0" r="0" b="0"/>
            <wp:docPr id="5" name="Picture 5" descr="http://www.wetcanvas.com/Community/images/28-Aug-2011/976694-BoliviaBa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tcanvas.com/Community/images/28-Aug-2011/976694-BoliviaBati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5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UNIT: </w:t>
      </w:r>
      <w:r>
        <w:rPr>
          <w:rFonts w:ascii="Times New Roman" w:eastAsia="Times New Roman" w:hAnsi="Times New Roman" w:cs="Times New Roman"/>
          <w:sz w:val="24"/>
          <w:szCs w:val="24"/>
        </w:rPr>
        <w:t>drawing and painting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Lesson: </w:t>
      </w:r>
      <w:r w:rsidR="004005D5">
        <w:rPr>
          <w:rFonts w:ascii="Times New Roman" w:eastAsia="Times New Roman" w:hAnsi="Times New Roman" w:cs="Times New Roman"/>
          <w:sz w:val="24"/>
          <w:szCs w:val="24"/>
        </w:rPr>
        <w:t>ba</w:t>
      </w:r>
      <w:r w:rsidR="009B2A75">
        <w:rPr>
          <w:rFonts w:ascii="Times New Roman" w:eastAsia="Times New Roman" w:hAnsi="Times New Roman" w:cs="Times New Roman"/>
          <w:sz w:val="24"/>
          <w:szCs w:val="24"/>
        </w:rPr>
        <w:t>tik illustrations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Grade Level: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 middle school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Summary: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Students </w:t>
      </w:r>
      <w:r w:rsidR="009B2A75">
        <w:rPr>
          <w:rFonts w:ascii="Times New Roman" w:eastAsia="Times New Roman" w:hAnsi="Times New Roman" w:cs="Times New Roman"/>
          <w:sz w:val="24"/>
          <w:szCs w:val="24"/>
        </w:rPr>
        <w:t>will use oil pastels and water color to create an original illustration. The illustration will come from a book that the student has read in school or on their own.</w:t>
      </w:r>
    </w:p>
    <w:p w:rsidR="00236D77" w:rsidRPr="00236D77" w:rsidRDefault="00236D77" w:rsidP="00A34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Objectives: Students will 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Design a</w:t>
      </w:r>
      <w:r w:rsidR="00A34CD8">
        <w:rPr>
          <w:rFonts w:ascii="Times New Roman" w:eastAsia="Times New Roman" w:hAnsi="Times New Roman" w:cs="Times New Roman"/>
          <w:sz w:val="24"/>
          <w:szCs w:val="24"/>
        </w:rPr>
        <w:t>n original illustration for a book they have read.</w:t>
      </w:r>
    </w:p>
    <w:p w:rsidR="00236D77" w:rsidRPr="00236D77" w:rsidRDefault="00A34CD8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 art materials to create a batik resist</w:t>
      </w:r>
    </w:p>
    <w:p w:rsid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Demonstrate craftsmanship in </w:t>
      </w:r>
      <w:r w:rsidR="00A34CD8">
        <w:rPr>
          <w:rFonts w:ascii="Times New Roman" w:eastAsia="Times New Roman" w:hAnsi="Times New Roman" w:cs="Times New Roman"/>
          <w:sz w:val="24"/>
          <w:szCs w:val="24"/>
        </w:rPr>
        <w:t>drawing and painting</w:t>
      </w:r>
    </w:p>
    <w:p w:rsidR="006133DF" w:rsidRPr="00236D77" w:rsidRDefault="006133DF" w:rsidP="006133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Materials:</w:t>
      </w:r>
    </w:p>
    <w:p w:rsidR="00A34CD8" w:rsidRDefault="00A34CD8" w:rsidP="00846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News print for rough drafts</w:t>
      </w:r>
      <w:r w:rsidR="00846F8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A62B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1C5B">
        <w:rPr>
          <w:rFonts w:ascii="Times New Roman" w:eastAsia="Times New Roman" w:hAnsi="Times New Roman" w:cs="Times New Roman"/>
          <w:bCs/>
          <w:sz w:val="24"/>
          <w:szCs w:val="24"/>
        </w:rPr>
        <w:t>Pencil</w:t>
      </w:r>
      <w:r w:rsidR="00A62B3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="00D51C5B">
        <w:rPr>
          <w:rFonts w:ascii="Times New Roman" w:eastAsia="Times New Roman" w:hAnsi="Times New Roman" w:cs="Times New Roman"/>
          <w:bCs/>
          <w:sz w:val="24"/>
          <w:szCs w:val="24"/>
        </w:rPr>
        <w:t># white</w:t>
      </w:r>
      <w:r w:rsidR="00A3462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3462C">
        <w:rPr>
          <w:rFonts w:ascii="Times New Roman" w:eastAsia="Times New Roman" w:hAnsi="Times New Roman" w:cs="Times New Roman"/>
          <w:bCs/>
          <w:sz w:val="24"/>
          <w:szCs w:val="24"/>
        </w:rPr>
        <w:t>sulphite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paper 12 by 18</w:t>
      </w:r>
      <w:r w:rsidR="00A62B3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Oil pastels</w:t>
      </w:r>
    </w:p>
    <w:p w:rsidR="00A34CD8" w:rsidRPr="00A34CD8" w:rsidRDefault="00A34CD8" w:rsidP="00846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Water color, brushes 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Resources:</w:t>
      </w:r>
    </w:p>
    <w:p w:rsidR="00846F80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Book:</w:t>
      </w:r>
      <w:r w:rsidR="004005D5" w:rsidRPr="004005D5">
        <w:rPr>
          <w:rStyle w:val="subheadh4"/>
          <w:rFonts w:ascii="Arial" w:hAnsi="Arial" w:cs="Arial"/>
          <w:b/>
          <w:bCs/>
          <w:color w:val="000000"/>
        </w:rPr>
        <w:t xml:space="preserve"> </w:t>
      </w:r>
      <w:r w:rsidR="004005D5">
        <w:rPr>
          <w:rStyle w:val="Emphasis"/>
          <w:rFonts w:ascii="Arial" w:hAnsi="Arial" w:cs="Arial"/>
          <w:b/>
          <w:bCs/>
          <w:color w:val="000000"/>
        </w:rPr>
        <w:t>Interrupting Chicken</w:t>
      </w:r>
      <w:r w:rsidR="004005D5">
        <w:rPr>
          <w:rStyle w:val="Strong"/>
          <w:rFonts w:ascii="Arial" w:hAnsi="Arial" w:cs="Arial"/>
          <w:color w:val="000000"/>
        </w:rPr>
        <w:t xml:space="preserve"> by Daven Ezra Stein.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05D5">
        <w:rPr>
          <w:rFonts w:ascii="Arial" w:hAnsi="Arial" w:cs="Arial"/>
          <w:color w:val="000000"/>
          <w:sz w:val="20"/>
          <w:szCs w:val="20"/>
        </w:rPr>
        <w:br/>
      </w:r>
      <w:r w:rsidR="004005D5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28675" cy="828675"/>
            <wp:effectExtent l="0" t="0" r="9525" b="9525"/>
            <wp:wrapSquare wrapText="bothSides"/>
            <wp:docPr id="1" name="Picture 1" descr="interrupting_chic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rrupting_chicke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5D5">
        <w:rPr>
          <w:rFonts w:ascii="Arial" w:hAnsi="Arial" w:cs="Arial"/>
          <w:color w:val="000000"/>
          <w:sz w:val="20"/>
          <w:szCs w:val="20"/>
        </w:rPr>
        <w:br/>
      </w:r>
      <w:r w:rsidR="004005D5">
        <w:rPr>
          <w:rFonts w:ascii="Arial" w:hAnsi="Arial" w:cs="Arial"/>
          <w:color w:val="000000"/>
          <w:sz w:val="20"/>
          <w:szCs w:val="20"/>
        </w:rPr>
        <w:br/>
        <w:t xml:space="preserve">"Little Red </w:t>
      </w:r>
      <w:r w:rsidR="004005D5">
        <w:rPr>
          <w:rStyle w:val="highlight2"/>
          <w:rFonts w:ascii="Arial" w:hAnsi="Arial" w:cs="Arial"/>
          <w:color w:val="000000"/>
          <w:sz w:val="20"/>
          <w:szCs w:val="20"/>
        </w:rPr>
        <w:t>Chicken</w:t>
      </w:r>
      <w:r w:rsidR="004005D5">
        <w:rPr>
          <w:rFonts w:ascii="Arial" w:hAnsi="Arial" w:cs="Arial"/>
          <w:color w:val="000000"/>
          <w:sz w:val="20"/>
          <w:szCs w:val="20"/>
        </w:rPr>
        <w:t xml:space="preserve"> wants Papa to read her a bedtime story, but interrupts him almost as soon as he begins each tale."</w:t>
      </w:r>
    </w:p>
    <w:p w:rsidR="00846F80" w:rsidRDefault="00846F80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Instruction/Motivation</w:t>
      </w:r>
    </w:p>
    <w:p w:rsidR="00846F80" w:rsidRDefault="00236D77" w:rsidP="00846F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Show examples of </w:t>
      </w:r>
      <w:r w:rsidR="00A34CD8">
        <w:rPr>
          <w:rFonts w:ascii="Times New Roman" w:eastAsia="Times New Roman" w:hAnsi="Times New Roman" w:cs="Times New Roman"/>
          <w:sz w:val="24"/>
          <w:szCs w:val="24"/>
        </w:rPr>
        <w:t xml:space="preserve">illustrations from </w:t>
      </w:r>
      <w:r w:rsidR="00D51C5B">
        <w:rPr>
          <w:rFonts w:ascii="Times New Roman" w:eastAsia="Times New Roman" w:hAnsi="Times New Roman" w:cs="Times New Roman"/>
          <w:sz w:val="24"/>
          <w:szCs w:val="24"/>
        </w:rPr>
        <w:t>children’s</w:t>
      </w:r>
      <w:r w:rsidR="00A34CD8">
        <w:rPr>
          <w:rFonts w:ascii="Times New Roman" w:eastAsia="Times New Roman" w:hAnsi="Times New Roman" w:cs="Times New Roman"/>
          <w:sz w:val="24"/>
          <w:szCs w:val="24"/>
        </w:rPr>
        <w:t xml:space="preserve"> books</w:t>
      </w:r>
    </w:p>
    <w:p w:rsidR="00236D77" w:rsidRPr="00846F80" w:rsidRDefault="00633D00" w:rsidP="00846F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F80">
        <w:rPr>
          <w:rFonts w:ascii="Times New Roman" w:eastAsia="Times New Roman" w:hAnsi="Times New Roman" w:cs="Times New Roman"/>
          <w:sz w:val="24"/>
          <w:szCs w:val="24"/>
        </w:rPr>
        <w:t>Show students examples of what batik looks like.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Procedures:</w:t>
      </w:r>
    </w:p>
    <w:p w:rsidR="00236D77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Day 1. Have the students </w:t>
      </w:r>
      <w:r w:rsidR="00633D00">
        <w:rPr>
          <w:rFonts w:ascii="Times New Roman" w:eastAsia="Times New Roman" w:hAnsi="Times New Roman" w:cs="Times New Roman"/>
          <w:sz w:val="24"/>
          <w:szCs w:val="24"/>
        </w:rPr>
        <w:t>decide on what they will illustrate and start the rough draft on news print.</w:t>
      </w:r>
    </w:p>
    <w:p w:rsidR="0047545B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Day 2</w:t>
      </w:r>
      <w:r w:rsidR="003B2D6E">
        <w:rPr>
          <w:rFonts w:ascii="Times New Roman" w:eastAsia="Times New Roman" w:hAnsi="Times New Roman" w:cs="Times New Roman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3D00">
        <w:rPr>
          <w:rFonts w:ascii="Times New Roman" w:eastAsia="Times New Roman" w:hAnsi="Times New Roman" w:cs="Times New Roman"/>
          <w:sz w:val="24"/>
          <w:szCs w:val="24"/>
        </w:rPr>
        <w:t>Students are to continue to work on the draft.</w:t>
      </w:r>
    </w:p>
    <w:p w:rsidR="008E7DBA" w:rsidRDefault="00633D00" w:rsidP="008E7DBA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Day 5- 10</w:t>
      </w:r>
      <w:r w:rsidR="0047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Finish the draft and demo how to transfer it to the final copy.</w:t>
      </w:r>
    </w:p>
    <w:p w:rsidR="0047545B" w:rsidRPr="008E7DBA" w:rsidRDefault="003B2D6E" w:rsidP="008E7DBA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DBA">
        <w:rPr>
          <w:rFonts w:ascii="Times New Roman" w:eastAsia="Times New Roman" w:hAnsi="Times New Roman" w:cs="Times New Roman"/>
          <w:sz w:val="24"/>
          <w:szCs w:val="24"/>
        </w:rPr>
        <w:t xml:space="preserve">Day </w:t>
      </w:r>
      <w:r w:rsidR="00633D00" w:rsidRPr="008E7DBA">
        <w:rPr>
          <w:rFonts w:ascii="Times New Roman" w:eastAsia="Times New Roman" w:hAnsi="Times New Roman" w:cs="Times New Roman"/>
          <w:sz w:val="24"/>
          <w:szCs w:val="24"/>
        </w:rPr>
        <w:t>11-15</w:t>
      </w:r>
      <w:r w:rsidRPr="008E7DB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3D00" w:rsidRPr="008E7DBA">
        <w:rPr>
          <w:rFonts w:ascii="Times New Roman" w:eastAsia="Times New Roman" w:hAnsi="Times New Roman" w:cs="Times New Roman"/>
          <w:sz w:val="24"/>
          <w:szCs w:val="24"/>
        </w:rPr>
        <w:t>Out- line the drawing with a sharpie marker. Demo oil pastels and water color.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4"/>
        <w:gridCol w:w="1117"/>
        <w:gridCol w:w="1123"/>
        <w:gridCol w:w="750"/>
        <w:gridCol w:w="1029"/>
        <w:gridCol w:w="1568"/>
        <w:gridCol w:w="1101"/>
        <w:gridCol w:w="1224"/>
      </w:tblGrid>
      <w:tr w:rsidR="00236D77" w:rsidRPr="00236D77" w:rsidTr="00236D77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19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Rubric</w:t>
            </w:r>
          </w:p>
        </w:tc>
      </w:tr>
      <w:tr w:rsidR="00236D77" w:rsidRPr="00236D77" w:rsidTr="00236D77">
        <w:trPr>
          <w:trHeight w:val="531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Student Name: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Class Period:</w:t>
            </w:r>
          </w:p>
        </w:tc>
      </w:tr>
      <w:tr w:rsidR="00236D77" w:rsidRPr="00236D77" w:rsidTr="00236D77">
        <w:trPr>
          <w:trHeight w:val="44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Assignment: Ceramic Monster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Date Completed: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Circle the number in pencil that best shows how well you feel that you completed that criterion for the assignment.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Needs Improvement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Rate Yourself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Teacher’s Rating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8E7DBA" w:rsidP="008E7D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Criteria 1 – planning sketches. </w:t>
            </w:r>
            <w:r w:rsidR="00236D77"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Written reflection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8E7D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Criteria 2 – </w:t>
            </w:r>
            <w:r w:rsidR="008E7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drawing tells a story. Acuratly depicts the passage.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7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8E7D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Criteria 3 – </w:t>
            </w:r>
            <w:r w:rsidR="008E7DBA">
              <w:rPr>
                <w:rFonts w:ascii="Times New Roman" w:eastAsia="Times New Roman" w:hAnsi="Times New Roman" w:cs="Times New Roman"/>
                <w:sz w:val="24"/>
                <w:szCs w:val="24"/>
              </w:rPr>
              <w:t>use of oil pastels and water color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2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4 – Effort: took time to develop idea &amp; complete project? (Didn’t rush.) Good use of class time?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1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5 – Craftsmanship – Neat, clean &amp; complete? Skillful use of the art tools &amp; media?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6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Total: 50</w:t>
            </w:r>
          </w:p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(possible points)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Grade: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Your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 Total</w:t>
            </w:r>
          </w:p>
        </w:tc>
      </w:tr>
    </w:tbl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Student Comments</w:t>
      </w:r>
      <w:proofErr w:type="gramStart"/>
      <w:r w:rsidRPr="00236D7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>Teacher Comments:</w:t>
      </w:r>
    </w:p>
    <w:sectPr w:rsidR="00236D77" w:rsidRPr="0023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087C"/>
    <w:multiLevelType w:val="multilevel"/>
    <w:tmpl w:val="6F68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76F1A"/>
    <w:multiLevelType w:val="hybridMultilevel"/>
    <w:tmpl w:val="643EF6C2"/>
    <w:lvl w:ilvl="0" w:tplc="0C80D1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D4F29"/>
    <w:multiLevelType w:val="multilevel"/>
    <w:tmpl w:val="39E8D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72BF4"/>
    <w:multiLevelType w:val="multilevel"/>
    <w:tmpl w:val="E9D2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77"/>
    <w:rsid w:val="0016557F"/>
    <w:rsid w:val="00236D77"/>
    <w:rsid w:val="003B2D6E"/>
    <w:rsid w:val="004005D5"/>
    <w:rsid w:val="00405644"/>
    <w:rsid w:val="0047545B"/>
    <w:rsid w:val="006133DF"/>
    <w:rsid w:val="00633D00"/>
    <w:rsid w:val="00682E75"/>
    <w:rsid w:val="00846F80"/>
    <w:rsid w:val="008E7DBA"/>
    <w:rsid w:val="009B2A75"/>
    <w:rsid w:val="00A3462C"/>
    <w:rsid w:val="00A34CD8"/>
    <w:rsid w:val="00A62B30"/>
    <w:rsid w:val="00D5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05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05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5F45C76C</Template>
  <TotalTime>1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mindy engler</cp:lastModifiedBy>
  <cp:revision>2</cp:revision>
  <dcterms:created xsi:type="dcterms:W3CDTF">2012-03-19T16:07:00Z</dcterms:created>
  <dcterms:modified xsi:type="dcterms:W3CDTF">2012-03-19T16:07:00Z</dcterms:modified>
</cp:coreProperties>
</file>